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09" w:rsidRDefault="00055109">
      <w:pPr>
        <w:snapToGrid w:val="0"/>
        <w:spacing w:line="520" w:lineRule="exact"/>
        <w:rPr>
          <w:rFonts w:ascii="黑体" w:eastAsia="黑体" w:hAnsi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5</w:t>
      </w:r>
    </w:p>
    <w:p w:rsidR="00055109" w:rsidRDefault="00055109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 w:hint="eastAsia"/>
          <w:kern w:val="0"/>
          <w:sz w:val="32"/>
          <w:szCs w:val="32"/>
        </w:rPr>
        <w:t>高等学校教师资格认定人员公示名册</w:t>
      </w:r>
    </w:p>
    <w:p w:rsidR="00055109" w:rsidRDefault="00055109">
      <w:pPr>
        <w:snapToGrid w:val="0"/>
        <w:jc w:val="center"/>
        <w:rPr>
          <w:rFonts w:eastAsia="仿宋_GB2312"/>
          <w:b/>
          <w:bCs/>
          <w:kern w:val="0"/>
          <w:sz w:val="20"/>
          <w:szCs w:val="27"/>
        </w:rPr>
      </w:pPr>
    </w:p>
    <w:p w:rsidR="00055109" w:rsidRDefault="00055109">
      <w:pPr>
        <w:snapToGrid w:val="0"/>
        <w:jc w:val="left"/>
        <w:rPr>
          <w:rFonts w:eastAsia="仿宋_GB2312"/>
          <w:b/>
          <w:bCs/>
          <w:kern w:val="0"/>
          <w:sz w:val="24"/>
        </w:rPr>
      </w:pPr>
      <w:r>
        <w:rPr>
          <w:rFonts w:eastAsia="仿宋_GB2312" w:hint="eastAsia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         </w:t>
      </w:r>
      <w:r>
        <w:rPr>
          <w:rFonts w:eastAsia="仿宋_GB2312"/>
          <w:kern w:val="0"/>
          <w:sz w:val="24"/>
        </w:rPr>
        <w:t xml:space="preserve">   </w:t>
      </w:r>
      <w:r>
        <w:rPr>
          <w:rFonts w:eastAsia="仿宋_GB2312" w:hint="eastAsia"/>
          <w:kern w:val="0"/>
          <w:sz w:val="24"/>
        </w:rPr>
        <w:t>高校名称：</w:t>
      </w:r>
      <w:r>
        <w:rPr>
          <w:rFonts w:eastAsia="仿宋_GB2312"/>
          <w:kern w:val="0"/>
          <w:sz w:val="24"/>
          <w:u w:val="single"/>
        </w:rPr>
        <w:t xml:space="preserve">                                   </w:t>
      </w:r>
      <w:r>
        <w:rPr>
          <w:rFonts w:eastAsia="仿宋_GB2312"/>
          <w:kern w:val="0"/>
          <w:sz w:val="24"/>
        </w:rPr>
        <w:t xml:space="preserve">     </w:t>
      </w:r>
      <w:r>
        <w:rPr>
          <w:rFonts w:eastAsia="仿宋_GB2312" w:hint="eastAsia"/>
          <w:kern w:val="0"/>
          <w:sz w:val="24"/>
        </w:rPr>
        <w:t>（填报单位盖章）</w:t>
      </w:r>
    </w:p>
    <w:tbl>
      <w:tblPr>
        <w:tblW w:w="12930" w:type="dxa"/>
        <w:jc w:val="center"/>
        <w:tblInd w:w="-775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590"/>
        <w:gridCol w:w="1413"/>
        <w:gridCol w:w="709"/>
        <w:gridCol w:w="1275"/>
        <w:gridCol w:w="1990"/>
        <w:gridCol w:w="1367"/>
        <w:gridCol w:w="1134"/>
        <w:gridCol w:w="1023"/>
        <w:gridCol w:w="1675"/>
        <w:gridCol w:w="754"/>
      </w:tblGrid>
      <w:tr w:rsidR="00055109">
        <w:trPr>
          <w:trHeight w:val="627"/>
          <w:jc w:val="center"/>
        </w:trPr>
        <w:tc>
          <w:tcPr>
            <w:tcW w:w="159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编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 </w:t>
            </w: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号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姓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名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出生年月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 w:rsidP="00CB00D6"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所聘岗位</w:t>
            </w: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申请任教学科</w:t>
            </w: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备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20"/>
                <w:szCs w:val="27"/>
              </w:rPr>
              <w:t>注</w:t>
            </w:r>
          </w:p>
        </w:tc>
      </w:tr>
      <w:tr w:rsidR="00055109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055109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055109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055109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055109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055109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 w:rsidR="00055109">
        <w:trPr>
          <w:trHeight w:val="433"/>
          <w:jc w:val="center"/>
        </w:trPr>
        <w:tc>
          <w:tcPr>
            <w:tcW w:w="159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055109" w:rsidRDefault="00055109"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</w:tbl>
    <w:p w:rsidR="00055109" w:rsidRDefault="00055109" w:rsidP="00E637E2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</w:t>
      </w:r>
      <w:r>
        <w:rPr>
          <w:rFonts w:eastAsia="仿宋_GB2312"/>
          <w:sz w:val="28"/>
          <w:szCs w:val="28"/>
        </w:rPr>
        <w:t xml:space="preserve">1. </w:t>
      </w:r>
      <w:r>
        <w:rPr>
          <w:rFonts w:eastAsia="仿宋_GB2312" w:hint="eastAsia"/>
          <w:sz w:val="28"/>
          <w:szCs w:val="28"/>
        </w:rPr>
        <w:t>所在部门填写分院名称；</w:t>
      </w:r>
    </w:p>
    <w:p w:rsidR="00055109" w:rsidRDefault="00055109" w:rsidP="00156BCB">
      <w:pPr>
        <w:ind w:left="420" w:firstLineChars="50" w:firstLine="316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2. </w:t>
      </w:r>
      <w:r>
        <w:rPr>
          <w:rFonts w:eastAsia="仿宋_GB2312" w:hint="eastAsia"/>
          <w:sz w:val="28"/>
          <w:szCs w:val="28"/>
        </w:rPr>
        <w:t>人事关系类型请根据实际情况填写在编、人事代理</w:t>
      </w:r>
      <w:r>
        <w:rPr>
          <w:rFonts w:eastAsia="仿宋_GB2312"/>
          <w:sz w:val="28"/>
          <w:szCs w:val="28"/>
        </w:rPr>
        <w:t>/</w:t>
      </w:r>
      <w:r>
        <w:rPr>
          <w:rFonts w:eastAsia="仿宋_GB2312" w:hint="eastAsia"/>
          <w:sz w:val="28"/>
          <w:szCs w:val="28"/>
        </w:rPr>
        <w:t>派遣、兼职；</w:t>
      </w:r>
    </w:p>
    <w:p w:rsidR="00055109" w:rsidRDefault="00055109">
      <w:r>
        <w:rPr>
          <w:rFonts w:eastAsia="仿宋_GB2312"/>
          <w:sz w:val="28"/>
          <w:szCs w:val="28"/>
        </w:rPr>
        <w:tab/>
        <w:t xml:space="preserve"> 3. </w:t>
      </w:r>
      <w:r>
        <w:rPr>
          <w:rFonts w:eastAsia="仿宋_GB2312" w:hint="eastAsia"/>
          <w:sz w:val="28"/>
          <w:szCs w:val="28"/>
        </w:rPr>
        <w:t>所在岗位请根据实际情况填写教学科研（含双肩挑）、专职辅导员、临床教学、其他专业技术、管理、工勤技能等。</w:t>
      </w:r>
    </w:p>
    <w:sectPr w:rsidR="00055109" w:rsidSect="00B322C4">
      <w:pgSz w:w="15840" w:h="12240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109" w:rsidRDefault="00055109" w:rsidP="00080BE5">
      <w:r>
        <w:separator/>
      </w:r>
    </w:p>
  </w:endnote>
  <w:endnote w:type="continuationSeparator" w:id="0">
    <w:p w:rsidR="00055109" w:rsidRDefault="00055109" w:rsidP="00080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109" w:rsidRDefault="00055109" w:rsidP="00080BE5">
      <w:r>
        <w:separator/>
      </w:r>
    </w:p>
  </w:footnote>
  <w:footnote w:type="continuationSeparator" w:id="0">
    <w:p w:rsidR="00055109" w:rsidRDefault="00055109" w:rsidP="00080B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7FE"/>
    <w:rsid w:val="00014D6E"/>
    <w:rsid w:val="000301C9"/>
    <w:rsid w:val="00030859"/>
    <w:rsid w:val="00043762"/>
    <w:rsid w:val="00055109"/>
    <w:rsid w:val="00080BE5"/>
    <w:rsid w:val="000A03E6"/>
    <w:rsid w:val="000B5D3C"/>
    <w:rsid w:val="00156BCB"/>
    <w:rsid w:val="0017198B"/>
    <w:rsid w:val="00173B4F"/>
    <w:rsid w:val="003407FE"/>
    <w:rsid w:val="00366FD7"/>
    <w:rsid w:val="003E6564"/>
    <w:rsid w:val="00451522"/>
    <w:rsid w:val="004D62F6"/>
    <w:rsid w:val="004E79C8"/>
    <w:rsid w:val="004F239D"/>
    <w:rsid w:val="0050428C"/>
    <w:rsid w:val="00573410"/>
    <w:rsid w:val="005A0625"/>
    <w:rsid w:val="005A103A"/>
    <w:rsid w:val="00605C87"/>
    <w:rsid w:val="0067482A"/>
    <w:rsid w:val="006B3DD7"/>
    <w:rsid w:val="00751A05"/>
    <w:rsid w:val="00772D1C"/>
    <w:rsid w:val="007C2D4F"/>
    <w:rsid w:val="007C6690"/>
    <w:rsid w:val="007F0BB5"/>
    <w:rsid w:val="00837DD4"/>
    <w:rsid w:val="00844ADC"/>
    <w:rsid w:val="00954CE3"/>
    <w:rsid w:val="009643AE"/>
    <w:rsid w:val="009B67D4"/>
    <w:rsid w:val="00AF64D6"/>
    <w:rsid w:val="00B07CCC"/>
    <w:rsid w:val="00B1596F"/>
    <w:rsid w:val="00B322C4"/>
    <w:rsid w:val="00B922E0"/>
    <w:rsid w:val="00B9540F"/>
    <w:rsid w:val="00BC79B0"/>
    <w:rsid w:val="00C43BBC"/>
    <w:rsid w:val="00CB00D6"/>
    <w:rsid w:val="00CC15EE"/>
    <w:rsid w:val="00D23125"/>
    <w:rsid w:val="00D278C9"/>
    <w:rsid w:val="00D454C3"/>
    <w:rsid w:val="00E26EEE"/>
    <w:rsid w:val="00E61168"/>
    <w:rsid w:val="00E637E2"/>
    <w:rsid w:val="00F30086"/>
    <w:rsid w:val="00F65866"/>
    <w:rsid w:val="00F70FE9"/>
    <w:rsid w:val="00FA38A2"/>
    <w:rsid w:val="00FE3448"/>
    <w:rsid w:val="00FF6638"/>
    <w:rsid w:val="3E2938F2"/>
    <w:rsid w:val="4AFD2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C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32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22C4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32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22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64</Words>
  <Characters>366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贲道鹏</cp:lastModifiedBy>
  <cp:revision>8</cp:revision>
  <dcterms:created xsi:type="dcterms:W3CDTF">2017-09-02T02:25:00Z</dcterms:created>
  <dcterms:modified xsi:type="dcterms:W3CDTF">2019-04-22T07:42:00Z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